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1487566846D14205AEBCA263B982118F"/>
        </w:placeholder>
        <w:text/>
      </w:sdtPr>
      <w:sdtEndPr>
        <w:rPr>
          <w:rStyle w:val="Standardnpsmoodstavce"/>
          <w:b w:val="0"/>
          <w:sz w:val="24"/>
        </w:rPr>
      </w:sdtEndPr>
      <w:sdtContent>
        <w:p w:rsidR="00CF0EF4" w:rsidRDefault="00AE3CE9" w:rsidP="00CF0EF4">
          <w:pPr>
            <w:pStyle w:val="Tituldatum"/>
          </w:pPr>
          <w:r w:rsidRPr="007817C6">
            <w:rPr>
              <w:rStyle w:val="Nzevakce"/>
            </w:rPr>
            <w:t>„Rekonstrukce TV v </w:t>
          </w:r>
          <w:proofErr w:type="spellStart"/>
          <w:r w:rsidRPr="007817C6">
            <w:rPr>
              <w:rStyle w:val="Nzevakce"/>
            </w:rPr>
            <w:t>žst</w:t>
          </w:r>
          <w:proofErr w:type="spellEnd"/>
          <w:r w:rsidRPr="007817C6">
            <w:rPr>
              <w:rStyle w:val="Nzevakce"/>
            </w:rPr>
            <w:t xml:space="preserve">. Přerov přednádraží, II. </w:t>
          </w:r>
          <w:r w:rsidR="00100715" w:rsidRPr="007817C6">
            <w:rPr>
              <w:rStyle w:val="Nzevakce"/>
            </w:rPr>
            <w:t>e</w:t>
          </w:r>
          <w:r w:rsidRPr="007817C6">
            <w:rPr>
              <w:rStyle w:val="Nzevakce"/>
            </w:rPr>
            <w:t xml:space="preserve">tapa“ 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</w:t>
      </w:r>
      <w:r w:rsidRPr="005C1858">
        <w:t xml:space="preserve">vydání: </w:t>
      </w:r>
      <w:r w:rsidRPr="005C1858">
        <w:tab/>
      </w:r>
      <w:r w:rsidR="005C1858" w:rsidRPr="005C1858">
        <w:t>13</w:t>
      </w:r>
      <w:r w:rsidRPr="005C1858">
        <w:t xml:space="preserve">. </w:t>
      </w:r>
      <w:r w:rsidR="005C1858" w:rsidRPr="005C1858">
        <w:t>8</w:t>
      </w:r>
      <w:r w:rsidRPr="005C1858">
        <w:t>. 20</w:t>
      </w:r>
      <w:r w:rsidR="005C1858" w:rsidRPr="005C1858">
        <w:t>20</w:t>
      </w:r>
    </w:p>
    <w:p w:rsidR="000008ED" w:rsidRPr="00AE3CE9" w:rsidRDefault="000008ED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196C40" w:rsidRDefault="00BD7E91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4020711" w:history="1">
        <w:r w:rsidR="00196C40" w:rsidRPr="00E8524A">
          <w:rPr>
            <w:rStyle w:val="Hypertextovodkaz"/>
          </w:rPr>
          <w:t>SEZNAM ZKRATEK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_Toc24020711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100715">
          <w:rPr>
            <w:noProof/>
            <w:webHidden/>
          </w:rPr>
          <w:t>2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7817C6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2" w:history="1">
        <w:r w:rsidR="00196C40" w:rsidRPr="00E8524A">
          <w:rPr>
            <w:rStyle w:val="Hypertextovodkaz"/>
          </w:rPr>
          <w:t>1.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POJMY A DEFINICE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_Toc24020712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100715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7817C6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3" w:history="1">
        <w:r w:rsidR="00196C40" w:rsidRPr="00E8524A">
          <w:rPr>
            <w:rStyle w:val="Hypertextovodkaz"/>
          </w:rPr>
          <w:t>1.2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Soupis prací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_Toc24020713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100715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7817C6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4" w:history="1">
        <w:r w:rsidR="00196C40" w:rsidRPr="00E8524A">
          <w:rPr>
            <w:rStyle w:val="Hypertextovodkaz"/>
          </w:rPr>
          <w:t>1.3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Cenová soustava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_Toc24020714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100715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7817C6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5" w:history="1">
        <w:r w:rsidR="00196C40" w:rsidRPr="00E8524A">
          <w:rPr>
            <w:rStyle w:val="Hypertextovodkaz"/>
          </w:rPr>
          <w:t>1.4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Měrné jednotky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_Toc24020715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100715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7817C6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6" w:history="1">
        <w:r w:rsidR="00196C40" w:rsidRPr="00E8524A">
          <w:rPr>
            <w:rStyle w:val="Hypertextovodkaz"/>
          </w:rPr>
          <w:t>2.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ZÁKLADNÍ PRAVIDLA PRO OCEŇOVÁNÍ SOUPISU PRACÍ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_Toc24020716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100715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7817C6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7" w:history="1">
        <w:r w:rsidR="00196C40" w:rsidRPr="00E8524A">
          <w:rPr>
            <w:rStyle w:val="Hypertextovodkaz"/>
          </w:rPr>
          <w:t>3.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MĚŘENÍ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_Toc24020717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100715">
          <w:rPr>
            <w:noProof/>
            <w:webHidden/>
          </w:rPr>
          <w:t>6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7817C6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8" w:history="1">
        <w:r w:rsidR="00196C40" w:rsidRPr="00E8524A">
          <w:rPr>
            <w:rStyle w:val="Hypertextovodkaz"/>
          </w:rPr>
          <w:t>4.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SROVNATELNÉ VÝROBKY, ALTERNATIVY MATERIÁLŮ A PROVEDENÍ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_Toc24020718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100715">
          <w:rPr>
            <w:noProof/>
            <w:webHidden/>
          </w:rPr>
          <w:t>6</w:t>
        </w:r>
        <w:r w:rsidR="00196C40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24020711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AE3CE9" w:rsidP="00DA20CF">
            <w:pPr>
              <w:pStyle w:val="Zkratky1"/>
            </w:pPr>
            <w:r>
              <w:t>SŽ</w:t>
            </w:r>
            <w:r w:rsidR="005E07BA">
              <w:t xml:space="preserve"> </w:t>
            </w:r>
            <w:r w:rsidR="005E07BA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AE3CE9" w:rsidP="00AE3CE9">
            <w:pPr>
              <w:pStyle w:val="Zkratky2"/>
            </w:pPr>
            <w:r>
              <w:t>Správa železnic, státní organizace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AE3CE9" w:rsidP="00DA20CF">
            <w:pPr>
              <w:pStyle w:val="Zkratky1"/>
            </w:pPr>
            <w:r>
              <w:t>SŽDC</w:t>
            </w:r>
            <w:r w:rsidR="005E07BA">
              <w:t xml:space="preserve"> </w:t>
            </w:r>
            <w:r w:rsidR="005E07BA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AE3CE9" w:rsidP="00AE3CE9">
            <w:pPr>
              <w:pStyle w:val="Zkratky2"/>
            </w:pPr>
            <w:r>
              <w:t>Správa železniční dopravní cesty, státní organizace</w:t>
            </w:r>
            <w:r w:rsidRPr="006115D3">
              <w:t xml:space="preserve"> 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AE3CE9" w:rsidP="00BC06B4">
            <w:pPr>
              <w:pStyle w:val="Zkratky2"/>
            </w:pPr>
            <w:r>
              <w:t>Ústav racionalizace ve stavebnictví (rozpočtový SW kros)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5E07B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1" w:name="_Toc24020712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24020713"/>
      <w:r>
        <w:t>Soupis prací</w:t>
      </w:r>
      <w:bookmarkEnd w:id="6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7" w:name="_Toc24020714"/>
      <w:r>
        <w:t>Cenová soustava</w:t>
      </w:r>
      <w:bookmarkEnd w:id="7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8" w:name="_Toc24020715"/>
      <w:r>
        <w:t>Měrné jednotky</w:t>
      </w:r>
      <w:bookmarkEnd w:id="8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9" w:name="_Toc24020716"/>
      <w:r>
        <w:t>ZÁKLADNÍ PRAVIDLA PRO OCEŇOVÁNÍ SOUPISU PRACÍ</w:t>
      </w:r>
      <w:bookmarkEnd w:id="9"/>
    </w:p>
    <w:p w:rsidR="005E07BA" w:rsidRDefault="005E07BA" w:rsidP="005E07BA">
      <w:pPr>
        <w:pStyle w:val="Text2-1"/>
      </w:pPr>
      <w:r>
        <w:t xml:space="preserve">Soupis prací stanoví podrobný popis a množství všech </w:t>
      </w:r>
      <w:bookmarkStart w:id="10" w:name="_GoBack"/>
      <w:bookmarkEnd w:id="10"/>
      <w:r>
        <w:t>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</w:t>
      </w:r>
      <w:proofErr w:type="gramStart"/>
      <w:r>
        <w:t>na</w:t>
      </w:r>
      <w:proofErr w:type="gramEnd"/>
      <w:r>
        <w:t xml:space="preserve">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</w:t>
      </w:r>
      <w:r>
        <w:lastRenderedPageBreak/>
        <w:t>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SŽ jako součást dodávky díla pro Zhotovitele (financované z rozpočtu stavby – nezadatelné výkony, dále např. dohled, účast na jednáních), které jsou specifikovány ve Směrnici SŽ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532846">
        <w:t>Objednatele</w:t>
      </w:r>
      <w:r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5E07BA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</w:t>
      </w:r>
      <w:proofErr w:type="gramStart"/>
      <w:r>
        <w:t>formátu *.</w:t>
      </w:r>
      <w:r w:rsidR="007C263C">
        <w:t>XML</w:t>
      </w:r>
      <w:proofErr w:type="gramEnd"/>
      <w:r w:rsidR="007C263C">
        <w:t xml:space="preserve"> </w:t>
      </w:r>
      <w:r>
        <w:t xml:space="preserve">(struktura dat dle datového předpisu </w:t>
      </w:r>
      <w:r w:rsidRPr="00AE3CE9">
        <w:t>XDC</w:t>
      </w:r>
      <w:r>
        <w:t>)</w:t>
      </w:r>
      <w:r w:rsidR="007C263C">
        <w:t xml:space="preserve"> a *. XLSX</w:t>
      </w:r>
      <w:r>
        <w:t>.</w:t>
      </w:r>
    </w:p>
    <w:p w:rsidR="005E07BA" w:rsidRDefault="005E07BA" w:rsidP="005E07BA">
      <w:pPr>
        <w:pStyle w:val="Nadpis2-1"/>
      </w:pPr>
      <w:bookmarkStart w:id="11" w:name="_Toc24020717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24020718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532846">
        <w:t xml:space="preserve">Objednatelem </w:t>
      </w:r>
      <w:r>
        <w:t>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7F5" w:rsidRDefault="004357F5" w:rsidP="00962258">
      <w:pPr>
        <w:spacing w:after="0" w:line="240" w:lineRule="auto"/>
      </w:pPr>
      <w:r>
        <w:separator/>
      </w:r>
    </w:p>
  </w:endnote>
  <w:endnote w:type="continuationSeparator" w:id="0">
    <w:p w:rsidR="004357F5" w:rsidRDefault="004357F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17C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817C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100715" w:rsidP="00C87634">
          <w:pPr>
            <w:pStyle w:val="Zpatvlevo"/>
          </w:pPr>
          <w:fldSimple w:instr=" STYLEREF  _Název_akce  \* MERGEFORMAT ">
            <w:r w:rsidR="007817C6" w:rsidRPr="007817C6">
              <w:rPr>
                <w:b/>
                <w:bCs/>
                <w:noProof/>
              </w:rPr>
              <w:t xml:space="preserve">„Rekonstrukce </w:t>
            </w:r>
            <w:r w:rsidR="007817C6">
              <w:rPr>
                <w:noProof/>
              </w:rPr>
              <w:t>TV v žst. Přerov přednádraží, II. etapa“</w:t>
            </w:r>
          </w:fldSimple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100715" w:rsidP="00C87634">
          <w:pPr>
            <w:pStyle w:val="Zpatvpravo"/>
          </w:pPr>
          <w:fldSimple w:instr=" STYLEREF  _Název_akce  \* MERGEFORMAT ">
            <w:r w:rsidR="007817C6" w:rsidRPr="007817C6">
              <w:rPr>
                <w:b/>
                <w:bCs/>
                <w:noProof/>
              </w:rPr>
              <w:t>„</w:t>
            </w:r>
            <w:r w:rsidR="007817C6" w:rsidRPr="007817C6">
              <w:rPr>
                <w:bCs/>
                <w:noProof/>
              </w:rPr>
              <w:t>Rekonstrukce</w:t>
            </w:r>
            <w:r w:rsidR="007817C6" w:rsidRPr="007817C6">
              <w:rPr>
                <w:b/>
                <w:bCs/>
                <w:noProof/>
              </w:rPr>
              <w:t xml:space="preserve"> </w:t>
            </w:r>
            <w:r w:rsidR="007817C6">
              <w:rPr>
                <w:noProof/>
              </w:rPr>
              <w:t>TV v žst. Přerov přednádraží, II. etapa“</w:t>
            </w:r>
          </w:fldSimple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17C6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817C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7F5" w:rsidRDefault="004357F5" w:rsidP="00962258">
      <w:pPr>
        <w:spacing w:after="0" w:line="240" w:lineRule="auto"/>
      </w:pPr>
      <w:r>
        <w:separator/>
      </w:r>
    </w:p>
  </w:footnote>
  <w:footnote w:type="continuationSeparator" w:id="0">
    <w:p w:rsidR="004357F5" w:rsidRDefault="004357F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070991"/>
    <w:multiLevelType w:val="multilevel"/>
    <w:tmpl w:val="CABE99FC"/>
    <w:numStyleLink w:val="ListNumbermultilevel"/>
  </w:abstractNum>
  <w:abstractNum w:abstractNumId="9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CE9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744B7"/>
    <w:rsid w:val="000B4EB8"/>
    <w:rsid w:val="000C41F2"/>
    <w:rsid w:val="000C5D34"/>
    <w:rsid w:val="000C7C03"/>
    <w:rsid w:val="000D22C4"/>
    <w:rsid w:val="000D27D1"/>
    <w:rsid w:val="000E1A7F"/>
    <w:rsid w:val="00100715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E678E"/>
    <w:rsid w:val="002071BB"/>
    <w:rsid w:val="00207DF5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D756E"/>
    <w:rsid w:val="003E420D"/>
    <w:rsid w:val="003E4C13"/>
    <w:rsid w:val="003F191F"/>
    <w:rsid w:val="004078F3"/>
    <w:rsid w:val="00427794"/>
    <w:rsid w:val="004357F5"/>
    <w:rsid w:val="00450F07"/>
    <w:rsid w:val="00453CD3"/>
    <w:rsid w:val="00460660"/>
    <w:rsid w:val="00464BA9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32846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C1858"/>
    <w:rsid w:val="005D3C39"/>
    <w:rsid w:val="005E07BA"/>
    <w:rsid w:val="00601A8C"/>
    <w:rsid w:val="0061068E"/>
    <w:rsid w:val="006115D3"/>
    <w:rsid w:val="00617C5D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21EBF"/>
    <w:rsid w:val="00723ED1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673A"/>
    <w:rsid w:val="007817C6"/>
    <w:rsid w:val="007846E1"/>
    <w:rsid w:val="007847D6"/>
    <w:rsid w:val="007A5172"/>
    <w:rsid w:val="007A67A0"/>
    <w:rsid w:val="007B570C"/>
    <w:rsid w:val="007C263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0AA9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6CB8"/>
    <w:rsid w:val="00996D77"/>
    <w:rsid w:val="009B2E97"/>
    <w:rsid w:val="009B5146"/>
    <w:rsid w:val="009C418E"/>
    <w:rsid w:val="009C442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D056F"/>
    <w:rsid w:val="00AD0C7B"/>
    <w:rsid w:val="00AD5F1A"/>
    <w:rsid w:val="00AD6731"/>
    <w:rsid w:val="00AE3CE9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C02D0A"/>
    <w:rsid w:val="00C03A6E"/>
    <w:rsid w:val="00C226C0"/>
    <w:rsid w:val="00C24A6A"/>
    <w:rsid w:val="00C42FE6"/>
    <w:rsid w:val="00C44F6A"/>
    <w:rsid w:val="00C6198E"/>
    <w:rsid w:val="00C708EA"/>
    <w:rsid w:val="00C778A5"/>
    <w:rsid w:val="00C90F19"/>
    <w:rsid w:val="00C95162"/>
    <w:rsid w:val="00CB6A37"/>
    <w:rsid w:val="00CB7684"/>
    <w:rsid w:val="00CC7C8F"/>
    <w:rsid w:val="00CD1FC4"/>
    <w:rsid w:val="00CF0EF4"/>
    <w:rsid w:val="00D034A0"/>
    <w:rsid w:val="00D21061"/>
    <w:rsid w:val="00D322B7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6D68"/>
    <w:rsid w:val="00E43809"/>
    <w:rsid w:val="00E44045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far\Documents\job\8_2020\Rek%20TV%20v%20&#382;st%20p&#345;edn&#225;dra&#382;&#237;%20II%20etapa\podklady%20pro%20sout&#283;&#382;%20realiz&#225;tora\KSP_R_VZOR_200228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487566846D14205AEBCA263B98211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9B9341-BBBC-4FB6-BCBD-712F429D9B4C}"/>
      </w:docPartPr>
      <w:docPartBody>
        <w:p w:rsidR="00AB0BD0" w:rsidRDefault="00457C9C">
          <w:pPr>
            <w:pStyle w:val="1487566846D14205AEBCA263B982118F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C9C"/>
    <w:rsid w:val="00457C9C"/>
    <w:rsid w:val="00AB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1487566846D14205AEBCA263B982118F">
    <w:name w:val="1487566846D14205AEBCA263B982118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1487566846D14205AEBCA263B982118F">
    <w:name w:val="1487566846D14205AEBCA263B98211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C8A50BC-30FD-4133-95B3-9B3F0A1BF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KSP_R_VZOR_200228</Template>
  <TotalTime>2</TotalTime>
  <Pages>6</Pages>
  <Words>1830</Words>
  <Characters>10803</Characters>
  <Application>Microsoft Office Word</Application>
  <DocSecurity>0</DocSecurity>
  <Lines>90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12608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Šafář Karel, Ing.</dc:creator>
  <cp:lastModifiedBy>Rečková Radomíra, Ing.</cp:lastModifiedBy>
  <cp:revision>4</cp:revision>
  <cp:lastPrinted>2020-08-15T19:02:00Z</cp:lastPrinted>
  <dcterms:created xsi:type="dcterms:W3CDTF">2020-08-15T19:03:00Z</dcterms:created>
  <dcterms:modified xsi:type="dcterms:W3CDTF">2020-08-26T10:42:00Z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